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D2731A-23BC-4404-898E-ACB933D285BD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